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5A" w:rsidRPr="009F2572" w:rsidRDefault="007D1B5A" w:rsidP="00390B9A">
      <w:pPr>
        <w:ind w:left="-993" w:right="-1198"/>
        <w:jc w:val="center"/>
        <w:rPr>
          <w:rFonts w:ascii="Arial" w:hAnsi="Arial" w:cs="Arial"/>
          <w:b/>
          <w:sz w:val="36"/>
          <w:szCs w:val="36"/>
        </w:rPr>
      </w:pPr>
      <w:bookmarkStart w:id="0" w:name="_GoBack"/>
      <w:bookmarkEnd w:id="0"/>
      <w:r w:rsidRPr="009F2572">
        <w:rPr>
          <w:rFonts w:ascii="Arial" w:hAnsi="Arial" w:cs="Arial"/>
          <w:b/>
          <w:sz w:val="36"/>
          <w:szCs w:val="36"/>
        </w:rPr>
        <w:t>TEST PAPER No1- 2nd FORM- group A</w:t>
      </w: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 xml:space="preserve">Name, class:    Mitja Kocjančič                                                                                                            </w:t>
      </w: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 xml:space="preserve">Date:   4.12.2015   </w:t>
      </w: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 xml:space="preserve">Points ____________⁄                                                                                       </w:t>
      </w: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50%-62%-2, 63%-74%-3, 75%-87%-4, 88%-100%-5</w:t>
      </w:r>
    </w:p>
    <w:p w:rsidR="007D1B5A" w:rsidRPr="009F2572" w:rsidRDefault="007D1B5A" w:rsidP="00390B9A">
      <w:pPr>
        <w:spacing w:line="240" w:lineRule="auto"/>
        <w:ind w:left="-993" w:right="-1198"/>
        <w:rPr>
          <w:rFonts w:ascii="Arial" w:hAnsi="Arial" w:cs="Arial"/>
          <w:b/>
          <w:sz w:val="36"/>
          <w:szCs w:val="36"/>
        </w:rPr>
      </w:pP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I. Put the verbs into the correct tense (simple past, present perfect simple or present perfect continuous).</w:t>
      </w:r>
    </w:p>
    <w:p w:rsidR="007D1B5A" w:rsidRPr="009F2572" w:rsidRDefault="007D1B5A" w:rsidP="00390B9A">
      <w:pPr>
        <w:spacing w:line="240" w:lineRule="auto"/>
        <w:ind w:left="-993" w:right="-1198"/>
        <w:rPr>
          <w:rFonts w:ascii="Arial" w:hAnsi="Arial" w:cs="Arial"/>
          <w:b/>
          <w:sz w:val="36"/>
          <w:szCs w:val="36"/>
        </w:rPr>
      </w:pP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1. A: Oh, no, who ate (eat) my sandwich?     </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B: Don't make such a big deal out of it, there is still some left.</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2. I‘ve had (have) an accident when I was (be) in Manchester last year. </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3. It’s been raining (rain) for the past 34 hours. If it continuous, we'll have floods again.</w:t>
      </w: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Points ________/ 4</w:t>
      </w:r>
    </w:p>
    <w:p w:rsidR="007D1B5A" w:rsidRPr="009F2572" w:rsidRDefault="007D1B5A" w:rsidP="00390B9A">
      <w:pPr>
        <w:spacing w:line="240" w:lineRule="auto"/>
        <w:ind w:left="-993" w:right="-1198"/>
        <w:rPr>
          <w:rFonts w:ascii="Arial" w:hAnsi="Arial" w:cs="Arial"/>
          <w:b/>
          <w:sz w:val="36"/>
          <w:szCs w:val="36"/>
        </w:rPr>
      </w:pP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II. Put the verbs into the correct tense (present simple, present continuous, present perfect simple, present perfect continuous, past simple).</w:t>
      </w:r>
    </w:p>
    <w:p w:rsidR="007D1B5A" w:rsidRPr="009F2572" w:rsidRDefault="007D1B5A" w:rsidP="00390B9A">
      <w:pPr>
        <w:autoSpaceDE w:val="0"/>
        <w:autoSpaceDN w:val="0"/>
        <w:adjustRightInd w:val="0"/>
        <w:spacing w:after="0" w:line="240" w:lineRule="auto"/>
        <w:ind w:left="-993" w:right="-1198"/>
        <w:rPr>
          <w:rFonts w:ascii="Arial" w:hAnsi="Arial" w:cs="Arial"/>
          <w:b/>
          <w:sz w:val="36"/>
          <w:szCs w:val="36"/>
        </w:rPr>
      </w:pPr>
    </w:p>
    <w:p w:rsidR="007D1B5A" w:rsidRPr="009F2572" w:rsidRDefault="007D1B5A" w:rsidP="00390B9A">
      <w:pPr>
        <w:autoSpaceDE w:val="0"/>
        <w:autoSpaceDN w:val="0"/>
        <w:adjustRightInd w:val="0"/>
        <w:spacing w:after="0" w:line="480" w:lineRule="auto"/>
        <w:ind w:left="-993" w:right="-1198"/>
        <w:rPr>
          <w:rFonts w:ascii="Arial" w:hAnsi="Arial" w:cs="Arial"/>
          <w:sz w:val="36"/>
          <w:szCs w:val="36"/>
        </w:rPr>
      </w:pPr>
      <w:r w:rsidRPr="009F2572">
        <w:rPr>
          <w:rFonts w:ascii="Arial" w:hAnsi="Arial" w:cs="Arial"/>
          <w:sz w:val="36"/>
          <w:szCs w:val="36"/>
        </w:rPr>
        <w:t>Dear Sal,</w:t>
      </w:r>
    </w:p>
    <w:p w:rsidR="007D1B5A" w:rsidRPr="009F2572" w:rsidRDefault="007D1B5A" w:rsidP="00390B9A">
      <w:pPr>
        <w:autoSpaceDE w:val="0"/>
        <w:autoSpaceDN w:val="0"/>
        <w:adjustRightInd w:val="0"/>
        <w:spacing w:after="0" w:line="480" w:lineRule="auto"/>
        <w:ind w:left="-993" w:right="-1198"/>
        <w:rPr>
          <w:rFonts w:ascii="Arial" w:hAnsi="Arial" w:cs="Arial"/>
          <w:sz w:val="36"/>
          <w:szCs w:val="36"/>
        </w:rPr>
      </w:pPr>
    </w:p>
    <w:p w:rsidR="007D1B5A" w:rsidRPr="009F2572" w:rsidRDefault="007D1B5A" w:rsidP="00390B9A">
      <w:pPr>
        <w:autoSpaceDE w:val="0"/>
        <w:autoSpaceDN w:val="0"/>
        <w:adjustRightInd w:val="0"/>
        <w:spacing w:after="0" w:line="480" w:lineRule="auto"/>
        <w:ind w:left="-993" w:right="-1198"/>
        <w:rPr>
          <w:rFonts w:ascii="Arial" w:hAnsi="Arial" w:cs="Arial"/>
          <w:sz w:val="36"/>
          <w:szCs w:val="36"/>
        </w:rPr>
      </w:pPr>
      <w:r w:rsidRPr="009F2572">
        <w:rPr>
          <w:rFonts w:ascii="Arial" w:hAnsi="Arial" w:cs="Arial"/>
          <w:sz w:val="36"/>
          <w:szCs w:val="36"/>
        </w:rPr>
        <w:t xml:space="preserve">You’ll never guess where I am writing (write) from. I am sitting (sit) on a bench on the shore of Lake Windermere! The air smells (smell) wonderful- so clean and fresh. </w:t>
      </w:r>
    </w:p>
    <w:p w:rsidR="007D1B5A" w:rsidRPr="009F2572" w:rsidRDefault="007D1B5A" w:rsidP="00390B9A">
      <w:pPr>
        <w:autoSpaceDE w:val="0"/>
        <w:autoSpaceDN w:val="0"/>
        <w:adjustRightInd w:val="0"/>
        <w:spacing w:after="0" w:line="480" w:lineRule="auto"/>
        <w:ind w:left="-993" w:right="-1198"/>
        <w:rPr>
          <w:rFonts w:ascii="Arial" w:hAnsi="Arial" w:cs="Arial"/>
          <w:sz w:val="36"/>
          <w:szCs w:val="36"/>
        </w:rPr>
      </w:pPr>
      <w:r w:rsidRPr="009F2572">
        <w:rPr>
          <w:rFonts w:ascii="Arial" w:hAnsi="Arial" w:cs="Arial"/>
          <w:sz w:val="36"/>
          <w:szCs w:val="36"/>
        </w:rPr>
        <w:t xml:space="preserve">I arrived (arrive) on Tuesday so I’ve been staying (stay) here for nearly a week now. I expected (expect) I’ll stay for one more. Every morning I get (get) up at 7 o’clock and go (go) for a swim in the lake before breakfast. The owner of the hotel has just told (just⁄ tell) me that I can borrow his boat for the afternoon.  Yesterday he has let (let) me use his mountain bike and I spent (spend) an incredible afternoon on  a beautiful mountain trail.  </w:t>
      </w:r>
    </w:p>
    <w:p w:rsidR="007D1B5A" w:rsidRPr="009F2572" w:rsidRDefault="007D1B5A" w:rsidP="00390B9A">
      <w:pPr>
        <w:autoSpaceDE w:val="0"/>
        <w:autoSpaceDN w:val="0"/>
        <w:adjustRightInd w:val="0"/>
        <w:spacing w:after="0" w:line="480" w:lineRule="auto"/>
        <w:ind w:left="-993" w:right="-1198"/>
        <w:rPr>
          <w:rFonts w:ascii="Arial" w:hAnsi="Arial" w:cs="Arial"/>
          <w:sz w:val="36"/>
          <w:szCs w:val="36"/>
        </w:rPr>
      </w:pPr>
      <w:r w:rsidRPr="009F2572">
        <w:rPr>
          <w:rFonts w:ascii="Arial" w:hAnsi="Arial" w:cs="Arial"/>
          <w:sz w:val="36"/>
          <w:szCs w:val="36"/>
        </w:rPr>
        <w:t xml:space="preserve">Well I think I have written (write) enough.   I am sitting (sit) here for half an hour and now it’s time for my boat trip.    </w:t>
      </w:r>
    </w:p>
    <w:p w:rsidR="007D1B5A" w:rsidRPr="009F2572" w:rsidRDefault="007D1B5A" w:rsidP="00390B9A">
      <w:pPr>
        <w:autoSpaceDE w:val="0"/>
        <w:autoSpaceDN w:val="0"/>
        <w:adjustRightInd w:val="0"/>
        <w:spacing w:after="0" w:line="480" w:lineRule="auto"/>
        <w:ind w:left="-993" w:right="-1198"/>
        <w:rPr>
          <w:rFonts w:ascii="Arial" w:hAnsi="Arial" w:cs="Arial"/>
          <w:sz w:val="36"/>
          <w:szCs w:val="36"/>
        </w:rPr>
      </w:pPr>
      <w:r w:rsidRPr="009F2572">
        <w:rPr>
          <w:rFonts w:ascii="Arial" w:hAnsi="Arial" w:cs="Arial"/>
          <w:sz w:val="36"/>
          <w:szCs w:val="36"/>
        </w:rPr>
        <w:t>See you,    Mary</w:t>
      </w:r>
    </w:p>
    <w:p w:rsidR="007D1B5A" w:rsidRPr="009F2572" w:rsidRDefault="007D1B5A" w:rsidP="00390B9A">
      <w:pPr>
        <w:autoSpaceDE w:val="0"/>
        <w:autoSpaceDN w:val="0"/>
        <w:adjustRightInd w:val="0"/>
        <w:spacing w:after="0" w:line="240" w:lineRule="auto"/>
        <w:ind w:left="-993" w:right="-1198"/>
        <w:rPr>
          <w:rFonts w:ascii="Arial" w:hAnsi="Arial" w:cs="Arial"/>
          <w:sz w:val="36"/>
          <w:szCs w:val="36"/>
        </w:rPr>
      </w:pPr>
    </w:p>
    <w:p w:rsidR="007D1B5A" w:rsidRPr="009F2572" w:rsidRDefault="007D1B5A" w:rsidP="00390B9A">
      <w:pPr>
        <w:autoSpaceDE w:val="0"/>
        <w:autoSpaceDN w:val="0"/>
        <w:adjustRightInd w:val="0"/>
        <w:spacing w:after="0" w:line="240" w:lineRule="auto"/>
        <w:ind w:left="-993" w:right="-1198"/>
        <w:rPr>
          <w:rFonts w:ascii="Arial" w:hAnsi="Arial" w:cs="Arial"/>
          <w:b/>
          <w:sz w:val="36"/>
          <w:szCs w:val="36"/>
        </w:rPr>
      </w:pPr>
      <w:r w:rsidRPr="009F2572">
        <w:rPr>
          <w:rFonts w:ascii="Arial" w:hAnsi="Arial" w:cs="Arial"/>
          <w:b/>
          <w:sz w:val="36"/>
          <w:szCs w:val="36"/>
        </w:rPr>
        <w:t>Points ____________⁄  12</w:t>
      </w:r>
    </w:p>
    <w:p w:rsidR="007D1B5A" w:rsidRPr="009F2572" w:rsidRDefault="007D1B5A" w:rsidP="00390B9A">
      <w:pPr>
        <w:autoSpaceDE w:val="0"/>
        <w:autoSpaceDN w:val="0"/>
        <w:adjustRightInd w:val="0"/>
        <w:spacing w:after="0" w:line="240" w:lineRule="auto"/>
        <w:ind w:left="-993" w:right="-1198"/>
        <w:rPr>
          <w:rFonts w:ascii="Arial" w:hAnsi="Arial" w:cs="Arial"/>
          <w:b/>
          <w:sz w:val="36"/>
          <w:szCs w:val="36"/>
        </w:rPr>
      </w:pPr>
    </w:p>
    <w:p w:rsidR="007D1B5A" w:rsidRPr="009F2572" w:rsidRDefault="007D1B5A" w:rsidP="00390B9A">
      <w:pPr>
        <w:autoSpaceDE w:val="0"/>
        <w:autoSpaceDN w:val="0"/>
        <w:adjustRightInd w:val="0"/>
        <w:spacing w:after="0" w:line="240" w:lineRule="auto"/>
        <w:ind w:left="-993" w:right="-1198"/>
        <w:rPr>
          <w:rFonts w:ascii="Arial" w:hAnsi="Arial" w:cs="Arial"/>
          <w:b/>
          <w:sz w:val="36"/>
          <w:szCs w:val="36"/>
        </w:rPr>
      </w:pP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III. Put active sentences into the passive and passive into the active voice.</w:t>
      </w:r>
    </w:p>
    <w:p w:rsidR="007D1B5A" w:rsidRPr="009F2572" w:rsidRDefault="007D1B5A" w:rsidP="00390B9A">
      <w:pPr>
        <w:spacing w:line="240" w:lineRule="auto"/>
        <w:ind w:left="-993" w:right="-1198"/>
        <w:rPr>
          <w:rFonts w:ascii="Arial" w:hAnsi="Arial" w:cs="Arial"/>
          <w:b/>
          <w:sz w:val="36"/>
          <w:szCs w:val="36"/>
        </w:rPr>
      </w:pPr>
    </w:p>
    <w:p w:rsidR="007D1B5A" w:rsidRPr="009F2572" w:rsidRDefault="007D1B5A" w:rsidP="00390B9A">
      <w:pPr>
        <w:pStyle w:val="ListParagraph"/>
        <w:numPr>
          <w:ilvl w:val="0"/>
          <w:numId w:val="1"/>
        </w:numPr>
        <w:spacing w:line="480" w:lineRule="auto"/>
        <w:ind w:left="-993" w:right="-1198"/>
        <w:rPr>
          <w:rFonts w:ascii="Arial" w:hAnsi="Arial" w:cs="Arial"/>
          <w:sz w:val="36"/>
          <w:szCs w:val="36"/>
        </w:rPr>
      </w:pPr>
      <w:r w:rsidRPr="009F2572">
        <w:rPr>
          <w:rFonts w:ascii="Arial" w:hAnsi="Arial" w:cs="Arial"/>
          <w:sz w:val="36"/>
          <w:szCs w:val="36"/>
        </w:rPr>
        <w:t xml:space="preserve">Maria has watered the plants .  </w:t>
      </w:r>
    </w:p>
    <w:p w:rsidR="007D1B5A" w:rsidRPr="009F2572" w:rsidRDefault="007D1B5A" w:rsidP="00390B9A">
      <w:pPr>
        <w:spacing w:line="480" w:lineRule="auto"/>
        <w:ind w:left="-993" w:right="-1198" w:firstLine="60"/>
        <w:rPr>
          <w:rFonts w:ascii="Arial" w:hAnsi="Arial" w:cs="Arial"/>
          <w:sz w:val="36"/>
          <w:szCs w:val="36"/>
        </w:rPr>
      </w:pPr>
      <w:r w:rsidRPr="009F2572">
        <w:rPr>
          <w:rFonts w:ascii="Arial" w:hAnsi="Arial" w:cs="Arial"/>
          <w:sz w:val="36"/>
          <w:szCs w:val="36"/>
        </w:rPr>
        <w:t xml:space="preserve">The plants had been watered </w:t>
      </w:r>
    </w:p>
    <w:p w:rsidR="007D1B5A" w:rsidRPr="009F2572" w:rsidRDefault="007D1B5A" w:rsidP="00390B9A">
      <w:pPr>
        <w:spacing w:line="480" w:lineRule="auto"/>
        <w:ind w:left="-993" w:right="-1198" w:firstLine="60"/>
        <w:rPr>
          <w:rFonts w:ascii="Arial" w:hAnsi="Arial" w:cs="Arial"/>
          <w:sz w:val="36"/>
          <w:szCs w:val="36"/>
        </w:rPr>
      </w:pPr>
      <w:r w:rsidRPr="009F2572">
        <w:rPr>
          <w:rFonts w:ascii="Arial" w:hAnsi="Arial" w:cs="Arial"/>
          <w:sz w:val="36"/>
          <w:szCs w:val="36"/>
        </w:rPr>
        <w:t>2. When did they hijack the plane?</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When was the plane hijacked?</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3. Kevin has taken the money .  </w:t>
      </w:r>
    </w:p>
    <w:p w:rsidR="007D1B5A" w:rsidRPr="009F2572" w:rsidRDefault="007D1B5A" w:rsidP="00390B9A">
      <w:pPr>
        <w:spacing w:line="480" w:lineRule="auto"/>
        <w:ind w:left="-993" w:right="-1198" w:firstLine="60"/>
        <w:rPr>
          <w:rFonts w:ascii="Arial" w:hAnsi="Arial" w:cs="Arial"/>
          <w:sz w:val="36"/>
          <w:szCs w:val="36"/>
        </w:rPr>
      </w:pPr>
      <w:r w:rsidRPr="009F2572">
        <w:rPr>
          <w:rFonts w:ascii="Arial" w:hAnsi="Arial" w:cs="Arial"/>
          <w:sz w:val="36"/>
          <w:szCs w:val="36"/>
        </w:rPr>
        <w:t>The money has been taken by Kevin.</w:t>
      </w:r>
    </w:p>
    <w:p w:rsidR="007D1B5A" w:rsidRPr="009F2572" w:rsidRDefault="007D1B5A" w:rsidP="00390B9A">
      <w:pPr>
        <w:spacing w:line="480" w:lineRule="auto"/>
        <w:ind w:left="-993" w:right="-1198" w:firstLine="60"/>
        <w:rPr>
          <w:rFonts w:ascii="Arial" w:hAnsi="Arial" w:cs="Arial"/>
          <w:sz w:val="36"/>
          <w:szCs w:val="36"/>
        </w:rPr>
      </w:pPr>
      <w:r w:rsidRPr="009F2572">
        <w:rPr>
          <w:rFonts w:ascii="Arial" w:hAnsi="Arial" w:cs="Arial"/>
          <w:sz w:val="36"/>
          <w:szCs w:val="36"/>
        </w:rPr>
        <w:t xml:space="preserve">4. Somebody has bought the presents .  </w:t>
      </w:r>
    </w:p>
    <w:p w:rsidR="007D1B5A" w:rsidRPr="009F2572" w:rsidRDefault="007D1B5A" w:rsidP="00390B9A">
      <w:pPr>
        <w:spacing w:line="480" w:lineRule="auto"/>
        <w:ind w:left="-993" w:right="-1198" w:firstLine="60"/>
        <w:rPr>
          <w:rFonts w:ascii="Arial" w:hAnsi="Arial" w:cs="Arial"/>
          <w:sz w:val="36"/>
          <w:szCs w:val="36"/>
        </w:rPr>
      </w:pPr>
      <w:r w:rsidRPr="009F2572">
        <w:rPr>
          <w:rFonts w:ascii="Arial" w:hAnsi="Arial" w:cs="Arial"/>
          <w:sz w:val="36"/>
          <w:szCs w:val="36"/>
        </w:rPr>
        <w:t xml:space="preserve">The present has been bought </w:t>
      </w:r>
    </w:p>
    <w:p w:rsidR="007D1B5A" w:rsidRPr="009F2572" w:rsidRDefault="007D1B5A" w:rsidP="00390B9A">
      <w:pPr>
        <w:spacing w:line="480" w:lineRule="auto"/>
        <w:ind w:left="-993" w:right="-1198" w:firstLine="60"/>
        <w:rPr>
          <w:rFonts w:ascii="Arial" w:hAnsi="Arial" w:cs="Arial"/>
          <w:sz w:val="36"/>
          <w:szCs w:val="36"/>
        </w:rPr>
      </w:pPr>
      <w:r w:rsidRPr="009F2572">
        <w:rPr>
          <w:rFonts w:ascii="Arial" w:hAnsi="Arial" w:cs="Arial"/>
          <w:sz w:val="36"/>
          <w:szCs w:val="36"/>
        </w:rPr>
        <w:t>5.The boss showed the new computer to Anna.</w:t>
      </w:r>
    </w:p>
    <w:p w:rsidR="007D1B5A" w:rsidRPr="009F2572" w:rsidRDefault="007D1B5A" w:rsidP="008D3131">
      <w:pPr>
        <w:spacing w:line="480" w:lineRule="auto"/>
        <w:ind w:left="-993" w:right="-1198"/>
        <w:rPr>
          <w:rFonts w:ascii="Arial" w:hAnsi="Arial" w:cs="Arial"/>
          <w:sz w:val="36"/>
          <w:szCs w:val="36"/>
        </w:rPr>
      </w:pPr>
      <w:r w:rsidRPr="009F2572">
        <w:rPr>
          <w:rFonts w:ascii="Arial" w:hAnsi="Arial" w:cs="Arial"/>
          <w:sz w:val="36"/>
          <w:szCs w:val="36"/>
        </w:rPr>
        <w:t xml:space="preserve">The new computer has been shown to Anna. </w:t>
      </w:r>
    </w:p>
    <w:p w:rsidR="007D1B5A" w:rsidRPr="009F2572" w:rsidRDefault="007D1B5A" w:rsidP="008D3131">
      <w:pPr>
        <w:spacing w:line="480" w:lineRule="auto"/>
        <w:ind w:left="-993" w:right="-1198" w:firstLine="60"/>
        <w:rPr>
          <w:rFonts w:ascii="Arial" w:hAnsi="Arial" w:cs="Arial"/>
          <w:b/>
          <w:sz w:val="36"/>
          <w:szCs w:val="36"/>
        </w:rPr>
      </w:pPr>
      <w:r w:rsidRPr="009F2572">
        <w:rPr>
          <w:rFonts w:ascii="Arial" w:hAnsi="Arial" w:cs="Arial"/>
          <w:b/>
          <w:sz w:val="36"/>
          <w:szCs w:val="36"/>
        </w:rPr>
        <w:t>Points _________/ 5</w:t>
      </w:r>
    </w:p>
    <w:p w:rsidR="007D1B5A" w:rsidRPr="009F2572" w:rsidRDefault="007D1B5A" w:rsidP="008D3131">
      <w:pPr>
        <w:spacing w:line="480" w:lineRule="auto"/>
        <w:ind w:left="-993" w:right="-1198" w:firstLine="60"/>
        <w:rPr>
          <w:rFonts w:ascii="Arial" w:hAnsi="Arial" w:cs="Arial"/>
          <w:b/>
          <w:sz w:val="36"/>
          <w:szCs w:val="36"/>
        </w:rPr>
      </w:pPr>
    </w:p>
    <w:p w:rsidR="007D1B5A" w:rsidRPr="009F2572" w:rsidRDefault="007D1B5A" w:rsidP="00390B9A">
      <w:pPr>
        <w:spacing w:line="480" w:lineRule="auto"/>
        <w:ind w:left="-993" w:right="-1198"/>
        <w:rPr>
          <w:rFonts w:ascii="Arial" w:hAnsi="Arial" w:cs="Arial"/>
          <w:b/>
          <w:sz w:val="36"/>
          <w:szCs w:val="36"/>
        </w:rPr>
      </w:pPr>
      <w:r w:rsidRPr="009F2572">
        <w:rPr>
          <w:rFonts w:ascii="Arial" w:hAnsi="Arial" w:cs="Arial"/>
          <w:b/>
          <w:sz w:val="36"/>
          <w:szCs w:val="36"/>
        </w:rPr>
        <w:t>IV. Write questions to which the words in bold are the answers.</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1. </w:t>
      </w:r>
      <w:r w:rsidRPr="009F2572">
        <w:rPr>
          <w:rFonts w:ascii="Arial" w:hAnsi="Arial" w:cs="Arial"/>
          <w:b/>
          <w:sz w:val="36"/>
          <w:szCs w:val="36"/>
        </w:rPr>
        <w:t>Tom</w:t>
      </w:r>
      <w:r w:rsidRPr="009F2572">
        <w:rPr>
          <w:rFonts w:ascii="Arial" w:hAnsi="Arial" w:cs="Arial"/>
          <w:sz w:val="36"/>
          <w:szCs w:val="36"/>
        </w:rPr>
        <w:t xml:space="preserve"> paid the bill. Who did pay the bill?</w:t>
      </w:r>
    </w:p>
    <w:p w:rsidR="007D1B5A" w:rsidRPr="009F2572" w:rsidRDefault="007D1B5A" w:rsidP="00390B9A">
      <w:pPr>
        <w:spacing w:line="480" w:lineRule="auto"/>
        <w:ind w:left="-993" w:right="-1198"/>
        <w:rPr>
          <w:rFonts w:ascii="Arial" w:hAnsi="Arial" w:cs="Arial"/>
          <w:b/>
          <w:sz w:val="36"/>
          <w:szCs w:val="36"/>
        </w:rPr>
      </w:pPr>
      <w:r w:rsidRPr="009F2572">
        <w:rPr>
          <w:rFonts w:ascii="Arial" w:hAnsi="Arial" w:cs="Arial"/>
          <w:sz w:val="36"/>
          <w:szCs w:val="36"/>
        </w:rPr>
        <w:t xml:space="preserve">2. Kevin is painting  </w:t>
      </w:r>
      <w:r w:rsidRPr="009F2572">
        <w:rPr>
          <w:rFonts w:ascii="Arial" w:hAnsi="Arial" w:cs="Arial"/>
          <w:b/>
          <w:sz w:val="36"/>
          <w:szCs w:val="36"/>
        </w:rPr>
        <w:t>our kitchen windows.</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What is Kevin painting?</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3. I had breakfast  </w:t>
      </w:r>
      <w:r w:rsidRPr="009F2572">
        <w:rPr>
          <w:rFonts w:ascii="Arial" w:hAnsi="Arial" w:cs="Arial"/>
          <w:b/>
          <w:sz w:val="36"/>
          <w:szCs w:val="36"/>
        </w:rPr>
        <w:t>with my mother-in-law</w:t>
      </w:r>
      <w:r w:rsidRPr="009F2572">
        <w:rPr>
          <w:rFonts w:ascii="Arial" w:hAnsi="Arial" w:cs="Arial"/>
          <w:sz w:val="36"/>
          <w:szCs w:val="36"/>
        </w:rPr>
        <w:t>.</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Who did you have breakfast with? </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4. There were </w:t>
      </w:r>
      <w:r w:rsidRPr="009F2572">
        <w:rPr>
          <w:rFonts w:ascii="Arial" w:hAnsi="Arial" w:cs="Arial"/>
          <w:b/>
          <w:sz w:val="36"/>
          <w:szCs w:val="36"/>
        </w:rPr>
        <w:t>23</w:t>
      </w:r>
      <w:r w:rsidRPr="009F2572">
        <w:rPr>
          <w:rFonts w:ascii="Arial" w:hAnsi="Arial" w:cs="Arial"/>
          <w:sz w:val="36"/>
          <w:szCs w:val="36"/>
        </w:rPr>
        <w:t xml:space="preserve"> people involved in the accident. </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How many people were involved in the accident? </w:t>
      </w:r>
    </w:p>
    <w:p w:rsidR="007D1B5A" w:rsidRPr="009F2572" w:rsidRDefault="007D1B5A" w:rsidP="008D3131">
      <w:pPr>
        <w:ind w:left="-993" w:right="-1198"/>
        <w:rPr>
          <w:rFonts w:ascii="Arial" w:hAnsi="Arial" w:cs="Arial"/>
          <w:b/>
          <w:sz w:val="36"/>
          <w:szCs w:val="36"/>
        </w:rPr>
      </w:pPr>
      <w:r w:rsidRPr="009F2572">
        <w:rPr>
          <w:rFonts w:ascii="Arial" w:hAnsi="Arial" w:cs="Arial"/>
          <w:b/>
          <w:sz w:val="36"/>
          <w:szCs w:val="36"/>
        </w:rPr>
        <w:t>Points _________/ 4</w:t>
      </w:r>
    </w:p>
    <w:p w:rsidR="007D1B5A" w:rsidRPr="009F2572" w:rsidRDefault="007D1B5A" w:rsidP="008D3131">
      <w:pPr>
        <w:ind w:left="-993" w:right="-1198"/>
        <w:rPr>
          <w:rFonts w:ascii="Arial" w:hAnsi="Arial" w:cs="Arial"/>
          <w:b/>
          <w:sz w:val="36"/>
          <w:szCs w:val="36"/>
        </w:rPr>
      </w:pPr>
    </w:p>
    <w:p w:rsidR="007D1B5A" w:rsidRPr="009F2572" w:rsidRDefault="007D1B5A" w:rsidP="008D3131">
      <w:pPr>
        <w:ind w:left="-993" w:right="-1198"/>
        <w:rPr>
          <w:rFonts w:ascii="Arial" w:hAnsi="Arial" w:cs="Arial"/>
          <w:b/>
          <w:sz w:val="36"/>
          <w:szCs w:val="36"/>
        </w:rPr>
      </w:pPr>
      <w:r w:rsidRPr="009F2572">
        <w:rPr>
          <w:rFonts w:ascii="Arial" w:hAnsi="Arial" w:cs="Arial"/>
          <w:b/>
          <w:color w:val="000000"/>
          <w:sz w:val="36"/>
          <w:szCs w:val="36"/>
          <w:lang w:eastAsia="sl-SI"/>
        </w:rPr>
        <w:t>V. WORD FORMATION- Change the words in brackets so that they fit the gaps.</w:t>
      </w:r>
    </w:p>
    <w:p w:rsidR="007D1B5A" w:rsidRPr="009F2572" w:rsidRDefault="007D1B5A" w:rsidP="00390B9A">
      <w:pPr>
        <w:ind w:left="-993" w:right="-1198"/>
        <w:rPr>
          <w:rFonts w:ascii="Arial" w:hAnsi="Arial" w:cs="Arial"/>
          <w:b/>
          <w:color w:val="000000"/>
          <w:sz w:val="36"/>
          <w:szCs w:val="36"/>
          <w:lang w:eastAsia="sl-SI"/>
        </w:rPr>
      </w:pPr>
    </w:p>
    <w:p w:rsidR="007D1B5A" w:rsidRPr="009F2572" w:rsidRDefault="007D1B5A" w:rsidP="00390B9A">
      <w:pPr>
        <w:ind w:left="-993" w:right="-1198"/>
        <w:rPr>
          <w:rFonts w:ascii="Arial" w:hAnsi="Arial" w:cs="Arial"/>
          <w:b/>
          <w:color w:val="000000"/>
          <w:sz w:val="36"/>
          <w:szCs w:val="36"/>
          <w:lang w:eastAsia="sl-SI"/>
        </w:rPr>
      </w:pPr>
    </w:p>
    <w:p w:rsidR="007D1B5A" w:rsidRPr="009F2572" w:rsidRDefault="007D1B5A" w:rsidP="00390B9A">
      <w:pPr>
        <w:spacing w:line="480" w:lineRule="auto"/>
        <w:ind w:left="-993" w:right="-1198"/>
        <w:rPr>
          <w:rFonts w:ascii="Arial" w:hAnsi="Arial" w:cs="Arial"/>
          <w:color w:val="000000"/>
          <w:sz w:val="36"/>
          <w:szCs w:val="36"/>
          <w:lang w:eastAsia="sl-SI"/>
        </w:rPr>
      </w:pPr>
      <w:r w:rsidRPr="009F2572">
        <w:rPr>
          <w:rFonts w:ascii="Arial" w:hAnsi="Arial" w:cs="Arial"/>
          <w:color w:val="000000"/>
          <w:sz w:val="36"/>
          <w:szCs w:val="36"/>
          <w:lang w:eastAsia="sl-SI"/>
        </w:rPr>
        <w:t>1. She accepted his apology (apologize).</w:t>
      </w:r>
    </w:p>
    <w:p w:rsidR="007D1B5A" w:rsidRPr="009F2572" w:rsidRDefault="007D1B5A" w:rsidP="00390B9A">
      <w:pPr>
        <w:spacing w:line="480" w:lineRule="auto"/>
        <w:ind w:left="-993" w:right="-1198"/>
        <w:rPr>
          <w:rFonts w:ascii="Arial" w:hAnsi="Arial" w:cs="Arial"/>
          <w:color w:val="000000"/>
          <w:sz w:val="36"/>
          <w:szCs w:val="36"/>
          <w:lang w:eastAsia="sl-SI"/>
        </w:rPr>
      </w:pPr>
      <w:smartTag w:uri="urn:schemas-microsoft-com:office:smarttags" w:element="metricconverter">
        <w:smartTagPr>
          <w:attr w:name="ProductID" w:val="2. A"/>
        </w:smartTagPr>
        <w:r w:rsidRPr="009F2572">
          <w:rPr>
            <w:rFonts w:ascii="Arial" w:hAnsi="Arial" w:cs="Arial"/>
            <w:color w:val="000000"/>
            <w:sz w:val="36"/>
            <w:szCs w:val="36"/>
            <w:lang w:eastAsia="sl-SI"/>
          </w:rPr>
          <w:t>2. A</w:t>
        </w:r>
      </w:smartTag>
      <w:r w:rsidRPr="009F2572">
        <w:rPr>
          <w:rFonts w:ascii="Arial" w:hAnsi="Arial" w:cs="Arial"/>
          <w:color w:val="000000"/>
          <w:sz w:val="36"/>
          <w:szCs w:val="36"/>
          <w:lang w:eastAsia="sl-SI"/>
        </w:rPr>
        <w:t xml:space="preserve"> known of English is required for this job. (know)</w:t>
      </w:r>
    </w:p>
    <w:p w:rsidR="007D1B5A" w:rsidRPr="009F2572" w:rsidRDefault="007D1B5A" w:rsidP="00390B9A">
      <w:pPr>
        <w:spacing w:line="480" w:lineRule="auto"/>
        <w:ind w:left="-993" w:right="-1198"/>
        <w:rPr>
          <w:rFonts w:ascii="Arial" w:hAnsi="Arial" w:cs="Arial"/>
          <w:color w:val="000000"/>
          <w:sz w:val="36"/>
          <w:szCs w:val="36"/>
          <w:lang w:eastAsia="sl-SI"/>
        </w:rPr>
      </w:pPr>
      <w:r w:rsidRPr="009F2572">
        <w:rPr>
          <w:rFonts w:ascii="Arial" w:hAnsi="Arial" w:cs="Arial"/>
          <w:color w:val="000000"/>
          <w:sz w:val="36"/>
          <w:szCs w:val="36"/>
          <w:lang w:eastAsia="sl-SI"/>
        </w:rPr>
        <w:t>3. What is the longest of the river Danube? (long)</w:t>
      </w:r>
    </w:p>
    <w:p w:rsidR="007D1B5A" w:rsidRPr="009F2572" w:rsidRDefault="007D1B5A" w:rsidP="00390B9A">
      <w:pPr>
        <w:spacing w:line="480" w:lineRule="auto"/>
        <w:ind w:left="-993" w:right="-1198"/>
        <w:rPr>
          <w:rFonts w:ascii="Arial" w:hAnsi="Arial" w:cs="Arial"/>
          <w:color w:val="000000"/>
          <w:sz w:val="36"/>
          <w:szCs w:val="36"/>
          <w:lang w:eastAsia="sl-SI"/>
        </w:rPr>
      </w:pPr>
      <w:r w:rsidRPr="009F2572">
        <w:rPr>
          <w:rFonts w:ascii="Arial" w:hAnsi="Arial" w:cs="Arial"/>
          <w:color w:val="000000"/>
          <w:sz w:val="36"/>
          <w:szCs w:val="36"/>
          <w:lang w:eastAsia="sl-SI"/>
        </w:rPr>
        <w:t xml:space="preserve">4. She tried to hide her disappointment at not winning the match. (disappoint) </w:t>
      </w:r>
    </w:p>
    <w:p w:rsidR="007D1B5A" w:rsidRPr="009F2572" w:rsidRDefault="007D1B5A" w:rsidP="00390B9A">
      <w:pPr>
        <w:spacing w:line="480" w:lineRule="auto"/>
        <w:ind w:left="-993" w:right="-1198"/>
        <w:rPr>
          <w:rFonts w:ascii="Arial" w:hAnsi="Arial" w:cs="Arial"/>
          <w:color w:val="000000"/>
          <w:sz w:val="36"/>
          <w:szCs w:val="36"/>
          <w:lang w:eastAsia="sl-SI"/>
        </w:rPr>
      </w:pPr>
    </w:p>
    <w:p w:rsidR="007D1B5A" w:rsidRPr="009F2572" w:rsidRDefault="007D1B5A" w:rsidP="00390B9A">
      <w:pPr>
        <w:ind w:left="-993" w:right="-1198"/>
        <w:rPr>
          <w:rFonts w:ascii="Arial" w:hAnsi="Arial" w:cs="Arial"/>
          <w:b/>
          <w:color w:val="000000"/>
          <w:sz w:val="36"/>
          <w:szCs w:val="36"/>
          <w:lang w:eastAsia="sl-SI"/>
        </w:rPr>
      </w:pPr>
      <w:r w:rsidRPr="009F2572">
        <w:rPr>
          <w:rFonts w:ascii="Arial" w:hAnsi="Arial" w:cs="Arial"/>
          <w:b/>
          <w:color w:val="000000"/>
          <w:sz w:val="36"/>
          <w:szCs w:val="36"/>
          <w:lang w:eastAsia="sl-SI"/>
        </w:rPr>
        <w:t>Points _________/ 4</w:t>
      </w:r>
    </w:p>
    <w:p w:rsidR="007D1B5A" w:rsidRPr="009F2572" w:rsidRDefault="007D1B5A" w:rsidP="00390B9A">
      <w:pPr>
        <w:ind w:left="-993" w:right="-1198"/>
        <w:rPr>
          <w:rFonts w:ascii="Arial" w:hAnsi="Arial" w:cs="Arial"/>
          <w:b/>
          <w:color w:val="000000"/>
          <w:sz w:val="36"/>
          <w:szCs w:val="36"/>
          <w:lang w:eastAsia="sl-SI"/>
        </w:rPr>
      </w:pPr>
    </w:p>
    <w:p w:rsidR="007D1B5A" w:rsidRPr="009F2572" w:rsidRDefault="007D1B5A" w:rsidP="00390B9A">
      <w:pPr>
        <w:ind w:left="-993" w:right="-1198"/>
        <w:rPr>
          <w:rFonts w:ascii="Arial" w:hAnsi="Arial" w:cs="Arial"/>
          <w:b/>
          <w:color w:val="000000"/>
          <w:sz w:val="36"/>
          <w:szCs w:val="36"/>
          <w:lang w:eastAsia="sl-SI"/>
        </w:rPr>
      </w:pPr>
    </w:p>
    <w:p w:rsidR="007D1B5A" w:rsidRPr="009F2572" w:rsidRDefault="007D1B5A" w:rsidP="00390B9A">
      <w:pPr>
        <w:ind w:left="-993" w:right="-1198"/>
        <w:rPr>
          <w:rFonts w:ascii="Arial" w:hAnsi="Arial" w:cs="Arial"/>
          <w:b/>
          <w:color w:val="000000"/>
          <w:sz w:val="36"/>
          <w:szCs w:val="36"/>
          <w:lang w:eastAsia="sl-SI"/>
        </w:rPr>
      </w:pPr>
    </w:p>
    <w:p w:rsidR="007D1B5A" w:rsidRPr="009F2572" w:rsidRDefault="007D1B5A" w:rsidP="00390B9A">
      <w:pPr>
        <w:ind w:left="-993" w:right="-1198"/>
        <w:rPr>
          <w:rFonts w:ascii="Arial" w:hAnsi="Arial" w:cs="Arial"/>
          <w:b/>
          <w:sz w:val="36"/>
          <w:szCs w:val="36"/>
        </w:rPr>
      </w:pPr>
      <w:r w:rsidRPr="009F2572">
        <w:rPr>
          <w:rFonts w:ascii="Arial" w:hAnsi="Arial" w:cs="Arial"/>
          <w:b/>
          <w:sz w:val="36"/>
          <w:szCs w:val="36"/>
        </w:rPr>
        <w:t xml:space="preserve">VI.  Fill in the relative pronoun or adverb  and put </w:t>
      </w:r>
      <w:r w:rsidRPr="009F2572">
        <w:rPr>
          <w:rFonts w:ascii="Arial" w:hAnsi="Arial" w:cs="Arial"/>
          <w:b/>
          <w:sz w:val="36"/>
          <w:szCs w:val="36"/>
          <w:u w:val="single"/>
        </w:rPr>
        <w:t xml:space="preserve">commas </w:t>
      </w:r>
      <w:r w:rsidRPr="009F2572">
        <w:rPr>
          <w:rFonts w:ascii="Arial" w:hAnsi="Arial" w:cs="Arial"/>
          <w:b/>
          <w:sz w:val="36"/>
          <w:szCs w:val="36"/>
        </w:rPr>
        <w:t xml:space="preserve"> where necessary. Put relative pronouns in </w:t>
      </w:r>
      <w:r w:rsidRPr="009F2572">
        <w:rPr>
          <w:rFonts w:ascii="Arial" w:hAnsi="Arial" w:cs="Arial"/>
          <w:b/>
          <w:sz w:val="36"/>
          <w:szCs w:val="36"/>
          <w:u w:val="single"/>
        </w:rPr>
        <w:t>brackets</w:t>
      </w:r>
      <w:r w:rsidRPr="009F2572">
        <w:rPr>
          <w:rFonts w:ascii="Arial" w:hAnsi="Arial" w:cs="Arial"/>
          <w:b/>
          <w:sz w:val="36"/>
          <w:szCs w:val="36"/>
        </w:rPr>
        <w:t xml:space="preserve">  if they can be omitted. </w:t>
      </w:r>
    </w:p>
    <w:p w:rsidR="007D1B5A" w:rsidRPr="009F2572" w:rsidRDefault="007D1B5A" w:rsidP="00390B9A">
      <w:pPr>
        <w:ind w:left="-993" w:right="-1198"/>
        <w:rPr>
          <w:rFonts w:ascii="Arial" w:hAnsi="Arial" w:cs="Arial"/>
          <w:b/>
          <w:sz w:val="36"/>
          <w:szCs w:val="36"/>
        </w:rPr>
      </w:pP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Example: The food </w:t>
      </w:r>
      <w:r w:rsidRPr="009F2572">
        <w:rPr>
          <w:rFonts w:ascii="Arial" w:hAnsi="Arial" w:cs="Arial"/>
          <w:b/>
          <w:sz w:val="36"/>
          <w:szCs w:val="36"/>
        </w:rPr>
        <w:t>__</w:t>
      </w:r>
      <w:r w:rsidRPr="009F2572">
        <w:rPr>
          <w:rFonts w:ascii="Arial" w:hAnsi="Arial" w:cs="Arial"/>
          <w:b/>
          <w:sz w:val="36"/>
          <w:szCs w:val="36"/>
          <w:u w:val="single"/>
        </w:rPr>
        <w:t>(that⁄ which)__</w:t>
      </w:r>
      <w:r w:rsidRPr="009F2572">
        <w:rPr>
          <w:rFonts w:ascii="Arial" w:hAnsi="Arial" w:cs="Arial"/>
          <w:sz w:val="36"/>
          <w:szCs w:val="36"/>
        </w:rPr>
        <w:t xml:space="preserve"> I like best is spaghetti.</w:t>
      </w:r>
    </w:p>
    <w:p w:rsidR="007D1B5A" w:rsidRPr="009F2572" w:rsidRDefault="007D1B5A" w:rsidP="00390B9A">
      <w:pPr>
        <w:spacing w:line="480" w:lineRule="auto"/>
        <w:ind w:left="-993" w:right="-1198"/>
        <w:rPr>
          <w:rFonts w:ascii="Arial" w:hAnsi="Arial" w:cs="Arial"/>
          <w:sz w:val="36"/>
          <w:szCs w:val="36"/>
        </w:rPr>
      </w:pP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1. Fred whose mother lives in Paris has gone to Scotland.                                                          2. The building that/which was next to the school fell down.                                                          3. The restaurant where we celebrated my birthday has closed.                                                4. Mrs Jones is the woman who is in charge of this company.                                                          5. The reason why she left him is unknown.                                                                              </w:t>
      </w:r>
    </w:p>
    <w:p w:rsidR="007D1B5A" w:rsidRPr="009F2572" w:rsidRDefault="007D1B5A" w:rsidP="00390B9A">
      <w:pPr>
        <w:ind w:left="-993" w:right="-1198"/>
        <w:rPr>
          <w:rFonts w:ascii="Arial" w:hAnsi="Arial" w:cs="Arial"/>
          <w:b/>
          <w:sz w:val="36"/>
          <w:szCs w:val="36"/>
        </w:rPr>
      </w:pPr>
      <w:r w:rsidRPr="009F2572">
        <w:rPr>
          <w:rFonts w:ascii="Arial" w:hAnsi="Arial" w:cs="Arial"/>
          <w:b/>
          <w:sz w:val="36"/>
          <w:szCs w:val="36"/>
        </w:rPr>
        <w:t>Points ___________/ 5</w:t>
      </w:r>
    </w:p>
    <w:p w:rsidR="007D1B5A" w:rsidRPr="009F2572" w:rsidRDefault="007D1B5A" w:rsidP="00390B9A">
      <w:pPr>
        <w:ind w:left="-993" w:right="-1198"/>
        <w:rPr>
          <w:rFonts w:ascii="Arial" w:hAnsi="Arial" w:cs="Arial"/>
          <w:b/>
          <w:sz w:val="36"/>
          <w:szCs w:val="36"/>
        </w:rPr>
      </w:pPr>
    </w:p>
    <w:p w:rsidR="007D1B5A" w:rsidRPr="009F2572" w:rsidRDefault="007D1B5A" w:rsidP="00390B9A">
      <w:pPr>
        <w:ind w:left="-993" w:right="-1198"/>
        <w:rPr>
          <w:rFonts w:ascii="Arial" w:hAnsi="Arial" w:cs="Arial"/>
          <w:b/>
          <w:sz w:val="36"/>
          <w:szCs w:val="36"/>
        </w:rPr>
      </w:pPr>
      <w:r w:rsidRPr="009F2572">
        <w:rPr>
          <w:rFonts w:ascii="Arial" w:hAnsi="Arial" w:cs="Arial"/>
          <w:b/>
          <w:sz w:val="36"/>
          <w:szCs w:val="36"/>
        </w:rPr>
        <w:t>VII. Fill the gaps in this story with suitable relative pronouns and adverbs.</w:t>
      </w:r>
    </w:p>
    <w:p w:rsidR="007D1B5A" w:rsidRPr="009F2572" w:rsidRDefault="007D1B5A" w:rsidP="00390B9A">
      <w:pPr>
        <w:ind w:left="-993" w:right="-1198"/>
        <w:rPr>
          <w:rFonts w:ascii="Arial" w:hAnsi="Arial" w:cs="Arial"/>
          <w:b/>
          <w:sz w:val="36"/>
          <w:szCs w:val="36"/>
        </w:rPr>
      </w:pP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The Captain and the Enemy is a novel that  was written by Graham Green in 1988. It is a story about a boy, Victor Baxter, whose father loses him in a game of backgammon to a man who is only known as The Captain. The Captain, whose real name is never revealed, appears to be some sort of a criminal. The boy is brought  up by a woman called Lisa who is the captain's mistress. From time to time the Captain returns  to the town  where they live, and for months they are alone together. In this time a close relationship develops between them, and Lisa treats Victor as if he is her son. Eventually, the Captain goes to live in Panama where he finds a job, and tells them they cannot join him there until he has earned enough money. When he is eighteen, Victor leaves Lisa and gets his own flat, but after the accident in which Lisa loses her life, Victor flies to Panama where he meets the Captain.</w:t>
      </w:r>
    </w:p>
    <w:p w:rsidR="007D1B5A" w:rsidRPr="009F2572" w:rsidRDefault="007D1B5A" w:rsidP="00390B9A">
      <w:pPr>
        <w:ind w:left="-993" w:right="-1198"/>
        <w:rPr>
          <w:rFonts w:ascii="Arial" w:hAnsi="Arial" w:cs="Arial"/>
          <w:b/>
          <w:sz w:val="36"/>
          <w:szCs w:val="36"/>
        </w:rPr>
      </w:pPr>
      <w:r w:rsidRPr="009F2572">
        <w:rPr>
          <w:rFonts w:ascii="Arial" w:hAnsi="Arial" w:cs="Arial"/>
          <w:b/>
          <w:sz w:val="36"/>
          <w:szCs w:val="36"/>
        </w:rPr>
        <w:t>Points _____/ 9</w:t>
      </w:r>
    </w:p>
    <w:p w:rsidR="007D1B5A" w:rsidRPr="009F2572" w:rsidRDefault="007D1B5A" w:rsidP="00390B9A">
      <w:pPr>
        <w:ind w:left="-993" w:right="-1198"/>
        <w:rPr>
          <w:rFonts w:ascii="Arial" w:hAnsi="Arial" w:cs="Arial"/>
          <w:b/>
          <w:sz w:val="36"/>
          <w:szCs w:val="36"/>
        </w:rPr>
      </w:pPr>
    </w:p>
    <w:p w:rsidR="007D1B5A" w:rsidRPr="009F2572" w:rsidRDefault="007D1B5A" w:rsidP="00390B9A">
      <w:pPr>
        <w:ind w:left="-993" w:right="-1198"/>
        <w:rPr>
          <w:rFonts w:ascii="Arial" w:hAnsi="Arial" w:cs="Arial"/>
          <w:b/>
          <w:sz w:val="36"/>
          <w:szCs w:val="36"/>
        </w:rPr>
      </w:pPr>
    </w:p>
    <w:p w:rsidR="007D1B5A" w:rsidRPr="009F2572" w:rsidRDefault="007D1B5A" w:rsidP="00390B9A">
      <w:pPr>
        <w:ind w:left="-993" w:right="-1198"/>
        <w:rPr>
          <w:rFonts w:ascii="Arial" w:hAnsi="Arial" w:cs="Arial"/>
          <w:b/>
          <w:sz w:val="36"/>
          <w:szCs w:val="36"/>
        </w:rPr>
      </w:pPr>
    </w:p>
    <w:p w:rsidR="007D1B5A" w:rsidRPr="009F2572" w:rsidRDefault="007D1B5A" w:rsidP="00390B9A">
      <w:pPr>
        <w:spacing w:line="240" w:lineRule="auto"/>
        <w:ind w:left="-993" w:right="-1198"/>
        <w:rPr>
          <w:rFonts w:ascii="Arial" w:hAnsi="Arial" w:cs="Arial"/>
          <w:b/>
          <w:sz w:val="36"/>
          <w:szCs w:val="36"/>
        </w:rPr>
      </w:pPr>
      <w:r w:rsidRPr="009F2572">
        <w:rPr>
          <w:rFonts w:ascii="Arial" w:hAnsi="Arial" w:cs="Arial"/>
          <w:b/>
          <w:sz w:val="36"/>
          <w:szCs w:val="36"/>
        </w:rPr>
        <w:t>VIII. Fill each gap with the most suitable word. Use ONE word only!</w:t>
      </w:r>
    </w:p>
    <w:p w:rsidR="007D1B5A" w:rsidRPr="009F2572" w:rsidRDefault="007D1B5A" w:rsidP="00390B9A">
      <w:pPr>
        <w:spacing w:line="240" w:lineRule="auto"/>
        <w:ind w:left="-993" w:right="-1198"/>
        <w:rPr>
          <w:rFonts w:ascii="Arial" w:hAnsi="Arial" w:cs="Arial"/>
          <w:b/>
          <w:sz w:val="36"/>
          <w:szCs w:val="36"/>
        </w:rPr>
      </w:pPr>
    </w:p>
    <w:p w:rsidR="007D1B5A" w:rsidRPr="009F2572" w:rsidRDefault="007D1B5A" w:rsidP="00390B9A">
      <w:pPr>
        <w:spacing w:line="480" w:lineRule="auto"/>
        <w:ind w:left="-993" w:right="-1198"/>
        <w:rPr>
          <w:rFonts w:ascii="Arial" w:hAnsi="Arial" w:cs="Arial"/>
          <w:b/>
          <w:sz w:val="36"/>
          <w:szCs w:val="36"/>
        </w:rPr>
      </w:pPr>
      <w:r w:rsidRPr="009F2572">
        <w:rPr>
          <w:rFonts w:ascii="Arial" w:hAnsi="Arial" w:cs="Arial"/>
          <w:b/>
          <w:sz w:val="36"/>
          <w:szCs w:val="36"/>
        </w:rPr>
        <w:t>Death Via Toilet</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A man pushed his motorcycle from the patio into his living room, where he began to clean the engine dropped some rags and a bowl of gasoline, all in the comfort of his own home. When he finished, he sat on the motorcycle and decided to give his bike a quick start and make sure everything was still OK. Unfortunately, the bike started in gear, and crashed on the glass patio door with him still clinging to the handlebars.</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His wife had been working in the kitchen. She came running at the fearful sound, and found him crumpled on the patio, badly cut from the shards of broken glass. She called 911, and the paramedics carried the unfortunate man to the Emergency Room.</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Later that afternoon, after many stitches had pulled her husband back together, the wife brought him home and put him to bed. She cleaned up the mess in the living room, and dumped the bowl of gasoline in the toilet.  </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 Shortly thereafter, her husband woke up, lit a cigarette, and went into the bathroom for a much-needed relief break. He sat down and tossed the cigarette into the toilet, toilet exploded because the wife had not flushed the gasoline away. The explosion blew the man through the bathroom door. </w:t>
      </w:r>
    </w:p>
    <w:p w:rsidR="007D1B5A" w:rsidRPr="009F2572" w:rsidRDefault="007D1B5A" w:rsidP="00390B9A">
      <w:pPr>
        <w:spacing w:line="480" w:lineRule="auto"/>
        <w:ind w:left="-993" w:right="-1198"/>
        <w:rPr>
          <w:rFonts w:ascii="Arial" w:hAnsi="Arial" w:cs="Arial"/>
          <w:sz w:val="36"/>
          <w:szCs w:val="36"/>
        </w:rPr>
      </w:pPr>
      <w:r w:rsidRPr="009F2572">
        <w:rPr>
          <w:rFonts w:ascii="Arial" w:hAnsi="Arial" w:cs="Arial"/>
          <w:sz w:val="36"/>
          <w:szCs w:val="36"/>
        </w:rPr>
        <w:t xml:space="preserve">The wife heard a loud explosion and the terrible sound where her husband's screams. She ran into the hall and found her husband lying on the floor with his trousers blown away and burns on his buttocks. The wife again ran to the phone and called for an ambulance. </w:t>
      </w:r>
    </w:p>
    <w:p w:rsidR="007D1B5A" w:rsidRPr="009F2572" w:rsidRDefault="007D1B5A" w:rsidP="00504CAF">
      <w:pPr>
        <w:spacing w:line="480" w:lineRule="auto"/>
        <w:ind w:left="-993" w:right="-1198"/>
        <w:rPr>
          <w:rFonts w:ascii="Arial" w:hAnsi="Arial" w:cs="Arial"/>
          <w:sz w:val="36"/>
          <w:szCs w:val="36"/>
        </w:rPr>
      </w:pPr>
      <w:r w:rsidRPr="009F2572">
        <w:rPr>
          <w:rFonts w:ascii="Arial" w:hAnsi="Arial" w:cs="Arial"/>
          <w:sz w:val="36"/>
          <w:szCs w:val="36"/>
        </w:rPr>
        <w:t>The same two paramedics were dispatched to the scene. They loaded the husband on the stretcher and began carrying him to the street. One of them asked the wife how the injury had occurred. When she told them, they began laughing so hard that they dropped the stretcher, and broke the guy's collarbone.</w:t>
      </w:r>
    </w:p>
    <w:p w:rsidR="007D1B5A" w:rsidRPr="009F2572" w:rsidRDefault="007D1B5A" w:rsidP="00504CAF">
      <w:pPr>
        <w:spacing w:line="240" w:lineRule="auto"/>
        <w:ind w:left="-993" w:right="-1198"/>
        <w:rPr>
          <w:rFonts w:ascii="Arial" w:hAnsi="Arial" w:cs="Arial"/>
          <w:b/>
          <w:sz w:val="36"/>
          <w:szCs w:val="36"/>
        </w:rPr>
      </w:pPr>
      <w:r w:rsidRPr="009F2572">
        <w:rPr>
          <w:rFonts w:ascii="Arial" w:hAnsi="Arial" w:cs="Arial"/>
          <w:b/>
          <w:sz w:val="36"/>
          <w:szCs w:val="36"/>
        </w:rPr>
        <w:t>Points ________/ 12</w:t>
      </w:r>
    </w:p>
    <w:sectPr w:rsidR="007D1B5A" w:rsidRPr="009F2572" w:rsidSect="00BD7673">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9A2906"/>
    <w:multiLevelType w:val="hybridMultilevel"/>
    <w:tmpl w:val="2F343172"/>
    <w:lvl w:ilvl="0" w:tplc="0424000F">
      <w:start w:val="1"/>
      <w:numFmt w:val="decimal"/>
      <w:lvlText w:val="%1."/>
      <w:lvlJc w:val="left"/>
      <w:pPr>
        <w:ind w:left="36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04FB"/>
    <w:rsid w:val="00015211"/>
    <w:rsid w:val="000E79BA"/>
    <w:rsid w:val="00140CA8"/>
    <w:rsid w:val="00151D68"/>
    <w:rsid w:val="0016567C"/>
    <w:rsid w:val="00207978"/>
    <w:rsid w:val="00390B9A"/>
    <w:rsid w:val="0039220E"/>
    <w:rsid w:val="004404FB"/>
    <w:rsid w:val="00467C17"/>
    <w:rsid w:val="004B17D9"/>
    <w:rsid w:val="004F6679"/>
    <w:rsid w:val="00504915"/>
    <w:rsid w:val="00504CAF"/>
    <w:rsid w:val="00527635"/>
    <w:rsid w:val="005B171B"/>
    <w:rsid w:val="005B5106"/>
    <w:rsid w:val="005D6436"/>
    <w:rsid w:val="006034AE"/>
    <w:rsid w:val="00633F06"/>
    <w:rsid w:val="006377CC"/>
    <w:rsid w:val="0068388C"/>
    <w:rsid w:val="006934E1"/>
    <w:rsid w:val="00722D89"/>
    <w:rsid w:val="00732E1C"/>
    <w:rsid w:val="00776E28"/>
    <w:rsid w:val="007D1B5A"/>
    <w:rsid w:val="008B14C4"/>
    <w:rsid w:val="008C074D"/>
    <w:rsid w:val="008D3131"/>
    <w:rsid w:val="008E1CEF"/>
    <w:rsid w:val="00903DD9"/>
    <w:rsid w:val="00997BE7"/>
    <w:rsid w:val="009A3168"/>
    <w:rsid w:val="009B7C47"/>
    <w:rsid w:val="009D6EA3"/>
    <w:rsid w:val="009E789A"/>
    <w:rsid w:val="009F2572"/>
    <w:rsid w:val="00A213E8"/>
    <w:rsid w:val="00A2342F"/>
    <w:rsid w:val="00AA7A32"/>
    <w:rsid w:val="00AF1405"/>
    <w:rsid w:val="00B153B3"/>
    <w:rsid w:val="00B57BCA"/>
    <w:rsid w:val="00B603FC"/>
    <w:rsid w:val="00B713A4"/>
    <w:rsid w:val="00B919E4"/>
    <w:rsid w:val="00BD1F62"/>
    <w:rsid w:val="00BD7673"/>
    <w:rsid w:val="00BE163B"/>
    <w:rsid w:val="00BF495B"/>
    <w:rsid w:val="00C20C32"/>
    <w:rsid w:val="00D2041F"/>
    <w:rsid w:val="00D81D14"/>
    <w:rsid w:val="00D91768"/>
    <w:rsid w:val="00DC26C0"/>
    <w:rsid w:val="00E6551A"/>
    <w:rsid w:val="00EA2AAD"/>
    <w:rsid w:val="00EA7CE5"/>
    <w:rsid w:val="00EE78D7"/>
    <w:rsid w:val="00F714BC"/>
    <w:rsid w:val="00F75FFE"/>
    <w:rsid w:val="00FB4229"/>
  </w:rsids>
  <m:mathPr>
    <m:mathFont m:val="Cambria Math"/>
    <m:brkBin m:val="before"/>
    <m:brkBinSub m:val="--"/>
    <m:smallFrac m:val="off"/>
    <m:dispDef/>
    <m:lMargin m:val="0"/>
    <m:rMargin m:val="0"/>
    <m:defJc m:val="centerGroup"/>
    <m:wrapIndent m:val="1440"/>
    <m:intLim m:val="subSup"/>
    <m:naryLim m:val="undOvr"/>
  </m:mathPr>
  <w:uiCompat97To2003/>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4F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04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9</Pages>
  <Words>972</Words>
  <Characters>5546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Tadeja Kolar</dc:creator>
  <cp:keywords/>
  <dc:description/>
  <cp:lastModifiedBy>Marjana</cp:lastModifiedBy>
  <cp:revision>55</cp:revision>
  <dcterms:created xsi:type="dcterms:W3CDTF">2015-12-04T06:59:00Z</dcterms:created>
  <dcterms:modified xsi:type="dcterms:W3CDTF">2015-12-04T08:38:00Z</dcterms:modified>
</cp:coreProperties>
</file>